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315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130320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24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galvanized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steel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sheet.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transformer.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44,9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49,3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53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511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3,1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2760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44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84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62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351x324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0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15,0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terminal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1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116403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315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130320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102652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102723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112675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Etaline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UKR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6030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114640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Adapter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plate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DN315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square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500x300mm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103502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103954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cabinet,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IP20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202.414338pt;height:11.000008pt;mso-position-horizontal-relative:page;mso-position-vertical-relative:page;z-index:-279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AC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capacitor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7"/>
                    <w:w w:val="11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motor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EL...E LV Texte EN.xlsx</dc:title>
  <dcterms:created xsi:type="dcterms:W3CDTF">2019-09-09T11:32:30Z</dcterms:created>
  <dcterms:modified xsi:type="dcterms:W3CDTF">2019-09-09T11:32:30Z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LastSaved">
    <vt:filetime>2019-09-09T00:00:00Z</vt:filetime>
  </property>
</Properties>
</file>